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08" w:rsidRDefault="00CF0608"/>
    <w:p w:rsidR="00CF0608" w:rsidRDefault="00CF0608"/>
    <w:p w:rsidR="00CF0608" w:rsidRDefault="00CF0608" w:rsidP="002E16EF">
      <w:pPr>
        <w:ind w:left="2160" w:firstLine="7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0.25pt;margin-top:23.35pt;width:86.45pt;height:62.2pt;z-index:251658240">
            <v:textbox>
              <w:txbxContent>
                <w:p w:rsidR="00CF0608" w:rsidRDefault="00CF0608" w:rsidP="00DB5048">
                  <w:pPr>
                    <w:spacing w:line="240" w:lineRule="auto"/>
                  </w:pPr>
                  <w:r>
                    <w:t xml:space="preserve">I just hope peace and stability are in </w:t>
                  </w:r>
                  <w:smartTag w:uri="urn:schemas-microsoft-com:office:smarttags" w:element="place">
                    <w:smartTag w:uri="urn:schemas-microsoft-com:office:smarttags" w:element="country-region">
                      <w:r>
                        <w:t>Egypt</w:t>
                      </w:r>
                    </w:smartTag>
                  </w:smartTag>
                  <w:r>
                    <w:t>’s future…</w:t>
                  </w:r>
                </w:p>
                <w:p w:rsidR="00CF0608" w:rsidRDefault="00CF0608"/>
              </w:txbxContent>
            </v:textbox>
          </v:shape>
        </w:pict>
      </w:r>
      <w:r w:rsidRPr="003E0D7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alt="http://www.clker.com/cliparts/r/K/T/F/J/l/cartoon-thought-bubble-md.png" style="width:138pt;height:117pt;visibility:visible">
            <v:imagedata r:id="rId4" o:title=""/>
          </v:shape>
        </w:pict>
      </w:r>
    </w:p>
    <w:p w:rsidR="00CF0608" w:rsidRDefault="00CF0608">
      <w:r>
        <w:rPr>
          <w:noProof/>
        </w:rPr>
        <w:pict>
          <v:shape id="_x0000_s1027" type="#_x0000_t202" style="position:absolute;margin-left:62.9pt;margin-top:90.2pt;width:72.85pt;height:19.4pt;z-index:251657216">
            <v:textbox style="mso-next-textbox:#_x0000_s1027">
              <w:txbxContent>
                <w:p w:rsidR="00CF0608" w:rsidRPr="002E16EF" w:rsidRDefault="00CF0608">
                  <w:pPr>
                    <w:rPr>
                      <w:sz w:val="18"/>
                      <w:szCs w:val="18"/>
                    </w:rPr>
                  </w:pPr>
                  <w:r w:rsidRPr="002E16EF">
                    <w:rPr>
                      <w:color w:val="101010"/>
                      <w:sz w:val="18"/>
                      <w:szCs w:val="18"/>
                      <w:shd w:val="clear" w:color="auto" w:fill="FFFFFF"/>
                    </w:rPr>
                    <w:t>Anwar el-Sadat</w:t>
                  </w:r>
                </w:p>
              </w:txbxContent>
            </v:textbox>
          </v:shape>
        </w:pict>
      </w:r>
      <w:r w:rsidRPr="003E0D70">
        <w:rPr>
          <w:noProof/>
        </w:rPr>
        <w:pict>
          <v:shape id="Picture 1" o:spid="_x0000_i1026" type="#_x0000_t75" alt="https://lh6.googleusercontent.com/4CiH1tu38SGQ3FMRXf-5x8UUr9HUKGSZ8OJeBp53n_D2Fegd3WGRooNsDOo42YdfGu4VSjc9NDHybNkllxXmO1bY97uVjbpGxzh8Xx04ajHINmeATvwNlLpNmjYMzXOwhA" style="width:135pt;height:156pt;visibility:visible">
            <v:imagedata r:id="rId5" o:title="" croptop="38856f" cropright="38266f"/>
          </v:shape>
        </w:pict>
      </w:r>
      <w:r>
        <w:t xml:space="preserve">       to be determined by… </w:t>
      </w:r>
      <w:r w:rsidRPr="003E0D70">
        <w:rPr>
          <w:noProof/>
        </w:rPr>
        <w:pict>
          <v:shape id="Picture 10" o:spid="_x0000_i1027" type="#_x0000_t75" alt="https://encrypted-tbn2.gstatic.com/images?q=tbn:ANd9GcQyibHqH4QTWIMmApOjoTMH9GK9wYmdcXhlyGXZEGqngijmj86I4A" style="width:48pt;height:98.25pt;visibility:visible">
            <v:imagedata r:id="rId6" o:title="" croptop="31328f" cropright="54416f"/>
          </v:shape>
        </w:pict>
      </w:r>
      <w:r>
        <w:tab/>
        <w:t xml:space="preserve">    </w:t>
      </w:r>
      <w:r w:rsidRPr="003E0D70">
        <w:rPr>
          <w:noProof/>
        </w:rPr>
        <w:pict>
          <v:shape id="Picture 7" o:spid="_x0000_i1028" type="#_x0000_t75" alt="http://www.operationworld.org/files/ow/maps/lgmap/isra-MMAP-md.png" style="width:96.75pt;height:57pt;visibility:visible">
            <v:imagedata r:id="rId7" o:title=""/>
          </v:shape>
        </w:pict>
      </w:r>
      <w:r>
        <w:t xml:space="preserve">          </w:t>
      </w:r>
    </w:p>
    <w:p w:rsidR="00CF0608" w:rsidRDefault="00CF0608"/>
    <w:p w:rsidR="00CF0608" w:rsidRDefault="00CF0608">
      <w:r>
        <w:t xml:space="preserve">The meaning of this political cartoon focuses on </w:t>
      </w:r>
      <w:smartTag w:uri="urn:schemas-microsoft-com:office:smarttags" w:element="country-region">
        <w:r>
          <w:t>Egypt</w:t>
        </w:r>
      </w:smartTag>
      <w:r>
        <w:t xml:space="preserve">’s hopes for a better future in lying within the hands of </w:t>
      </w:r>
      <w:smartTag w:uri="urn:schemas-microsoft-com:office:smarttags" w:element="place">
        <w:smartTag w:uri="urn:schemas-microsoft-com:office:smarttags" w:element="country-region">
          <w:r>
            <w:t>Israel</w:t>
          </w:r>
        </w:smartTag>
      </w:smartTag>
      <w:r>
        <w:t xml:space="preserve">. Anwar el-Sadat is hoping to create peace and stability for </w:t>
      </w:r>
      <w:smartTag w:uri="urn:schemas-microsoft-com:office:smarttags" w:element="country-region">
        <w:r>
          <w:t>Egypt</w:t>
        </w:r>
      </w:smartTag>
      <w:r>
        <w:t xml:space="preserve">, but will soon find out that </w:t>
      </w:r>
      <w:smartTag w:uri="urn:schemas-microsoft-com:office:smarttags" w:element="country-region">
        <w:r>
          <w:t>Israel</w:t>
        </w:r>
      </w:smartTag>
      <w:r>
        <w:t xml:space="preserve">’s peace terms do not fall into the favor of </w:t>
      </w:r>
      <w:smartTag w:uri="urn:schemas-microsoft-com:office:smarttags" w:element="place">
        <w:smartTag w:uri="urn:schemas-microsoft-com:office:smarttags" w:element="country-region">
          <w:r>
            <w:t>Egypt</w:t>
          </w:r>
        </w:smartTag>
      </w:smartTag>
      <w:r>
        <w:t>, which is why he is frightened to find this out.</w:t>
      </w:r>
    </w:p>
    <w:p w:rsidR="00CF0608" w:rsidRDefault="00CF0608"/>
    <w:p w:rsidR="00CF0608" w:rsidRDefault="00CF0608"/>
    <w:sectPr w:rsidR="00CF0608" w:rsidSect="00984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048"/>
    <w:rsid w:val="002E16EF"/>
    <w:rsid w:val="00330578"/>
    <w:rsid w:val="003E0D70"/>
    <w:rsid w:val="0067466C"/>
    <w:rsid w:val="006F2550"/>
    <w:rsid w:val="007209C3"/>
    <w:rsid w:val="007B2CCC"/>
    <w:rsid w:val="0083765D"/>
    <w:rsid w:val="009840E1"/>
    <w:rsid w:val="00CF0608"/>
    <w:rsid w:val="00DB5048"/>
    <w:rsid w:val="00E7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0E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56</Words>
  <Characters>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Chuckie</dc:creator>
  <cp:keywords/>
  <dc:description/>
  <cp:lastModifiedBy>netadmin8</cp:lastModifiedBy>
  <cp:revision>2</cp:revision>
  <dcterms:created xsi:type="dcterms:W3CDTF">2014-04-18T12:18:00Z</dcterms:created>
  <dcterms:modified xsi:type="dcterms:W3CDTF">2014-04-18T12:18:00Z</dcterms:modified>
</cp:coreProperties>
</file>